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F7" w:rsidRDefault="001D7FF7" w:rsidP="001D79C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8pt;mso-wrap-distance-left:3.75pt;mso-wrap-distance-right:3.75pt" o:preferrelative="f">
            <v:imagedata r:id="rId5" r:href="rId6"/>
            <o:lock v:ext="edit" aspectratio="f"/>
          </v:shape>
        </w:pict>
      </w:r>
    </w:p>
    <w:p w:rsidR="001D7FF7" w:rsidRPr="00332F38" w:rsidRDefault="001D7FF7" w:rsidP="001D79C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:rsidR="001D7FF7" w:rsidRPr="00332F38" w:rsidRDefault="001D7FF7" w:rsidP="001D79C5">
      <w:pPr>
        <w:pStyle w:val="tc2"/>
        <w:shd w:val="clear" w:color="auto" w:fill="FFFFFF"/>
        <w:spacing w:line="240" w:lineRule="auto"/>
        <w:rPr>
          <w:b/>
          <w:bCs/>
          <w:sz w:val="32"/>
          <w:szCs w:val="32"/>
          <w:lang w:val="uk-UA"/>
        </w:rPr>
      </w:pPr>
      <w:r w:rsidRPr="00332F38">
        <w:rPr>
          <w:b/>
          <w:bCs/>
          <w:sz w:val="32"/>
          <w:szCs w:val="32"/>
          <w:lang w:val="uk-UA"/>
        </w:rPr>
        <w:t>ГОРОДОЦЬКА МІСЬКА РАДА</w:t>
      </w:r>
    </w:p>
    <w:p w:rsidR="001D7FF7" w:rsidRPr="00332F38" w:rsidRDefault="001D7FF7" w:rsidP="001D79C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:rsidR="001D7FF7" w:rsidRPr="00332F38" w:rsidRDefault="001D7FF7" w:rsidP="001D79C5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ІІ </w:t>
      </w:r>
      <w:r w:rsidRPr="00332F38">
        <w:rPr>
          <w:b/>
          <w:bCs/>
          <w:sz w:val="28"/>
          <w:szCs w:val="28"/>
          <w:lang w:val="uk-UA"/>
        </w:rPr>
        <w:t xml:space="preserve">СЕСІЯ </w:t>
      </w:r>
      <w:r>
        <w:rPr>
          <w:b/>
          <w:bCs/>
          <w:sz w:val="28"/>
          <w:szCs w:val="28"/>
          <w:lang w:val="uk-UA"/>
        </w:rPr>
        <w:t>ВО</w:t>
      </w:r>
      <w:r w:rsidRPr="00332F38">
        <w:rPr>
          <w:b/>
          <w:bCs/>
          <w:sz w:val="28"/>
          <w:szCs w:val="28"/>
          <w:lang w:val="uk-UA"/>
        </w:rPr>
        <w:t>СЬОМОГО СКЛИКАННЯ</w:t>
      </w:r>
    </w:p>
    <w:p w:rsidR="001D7FF7" w:rsidRPr="00332F38" w:rsidRDefault="001D7FF7" w:rsidP="001D79C5">
      <w:pPr>
        <w:pStyle w:val="tc2"/>
        <w:shd w:val="clear" w:color="auto" w:fill="FFFFFF"/>
        <w:spacing w:line="240" w:lineRule="auto"/>
        <w:rPr>
          <w:b/>
          <w:bCs/>
          <w:sz w:val="28"/>
          <w:szCs w:val="28"/>
          <w:lang w:val="uk-UA"/>
        </w:rPr>
      </w:pPr>
    </w:p>
    <w:p w:rsidR="001D7FF7" w:rsidRPr="00AF0B33" w:rsidRDefault="001D7FF7" w:rsidP="001D79C5">
      <w:pPr>
        <w:jc w:val="center"/>
        <w:rPr>
          <w:b/>
          <w:bCs/>
          <w:sz w:val="36"/>
          <w:szCs w:val="36"/>
          <w:lang w:val="uk-UA"/>
        </w:rPr>
      </w:pPr>
      <w:r w:rsidRPr="00332F38">
        <w:rPr>
          <w:b/>
          <w:bCs/>
          <w:sz w:val="36"/>
          <w:szCs w:val="36"/>
        </w:rPr>
        <w:t>РІШЕННЯ №</w:t>
      </w:r>
      <w:r>
        <w:rPr>
          <w:b/>
          <w:bCs/>
          <w:sz w:val="36"/>
          <w:szCs w:val="36"/>
          <w:lang w:val="uk-UA"/>
        </w:rPr>
        <w:t xml:space="preserve"> 37</w:t>
      </w:r>
    </w:p>
    <w:p w:rsidR="001D7FF7" w:rsidRPr="00332F38" w:rsidRDefault="001D7FF7" w:rsidP="001D79C5">
      <w:pPr>
        <w:jc w:val="center"/>
        <w:rPr>
          <w:b/>
          <w:bCs/>
          <w:sz w:val="4"/>
          <w:szCs w:val="4"/>
        </w:rPr>
      </w:pPr>
    </w:p>
    <w:p w:rsidR="001D7FF7" w:rsidRDefault="001D7FF7" w:rsidP="001D79C5">
      <w:pPr>
        <w:jc w:val="center"/>
        <w:rPr>
          <w:b/>
          <w:bCs/>
          <w:sz w:val="28"/>
          <w:szCs w:val="28"/>
          <w:lang w:val="uk-UA"/>
        </w:rPr>
      </w:pPr>
    </w:p>
    <w:p w:rsidR="001D7FF7" w:rsidRPr="001D79C5" w:rsidRDefault="001D7FF7" w:rsidP="001D79C5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1D79C5"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 xml:space="preserve"> „22”</w:t>
      </w:r>
      <w:r w:rsidRPr="001D79C5">
        <w:rPr>
          <w:sz w:val="28"/>
          <w:szCs w:val="28"/>
          <w:lang w:val="uk-UA"/>
        </w:rPr>
        <w:t xml:space="preserve"> грудня</w:t>
      </w:r>
      <w:r w:rsidRPr="001D79C5">
        <w:rPr>
          <w:sz w:val="28"/>
          <w:szCs w:val="28"/>
        </w:rPr>
        <w:t xml:space="preserve"> 2020 року</w:t>
      </w:r>
    </w:p>
    <w:p w:rsidR="001D7FF7" w:rsidRDefault="001D7FF7" w:rsidP="001D79C5">
      <w:pPr>
        <w:jc w:val="center"/>
        <w:rPr>
          <w:b/>
          <w:bCs/>
          <w:sz w:val="28"/>
          <w:szCs w:val="28"/>
          <w:lang w:val="uk-UA"/>
        </w:rPr>
      </w:pPr>
    </w:p>
    <w:p w:rsidR="001D7FF7" w:rsidRDefault="001D7FF7" w:rsidP="007A35AD">
      <w:pPr>
        <w:rPr>
          <w:b/>
          <w:bCs/>
          <w:sz w:val="28"/>
          <w:szCs w:val="28"/>
          <w:lang w:val="uk-UA"/>
        </w:rPr>
      </w:pPr>
    </w:p>
    <w:p w:rsidR="001D7FF7" w:rsidRDefault="001D7FF7" w:rsidP="007A35A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виплату одноразової матеральної</w:t>
      </w:r>
    </w:p>
    <w:p w:rsidR="001D7FF7" w:rsidRDefault="001D7FF7" w:rsidP="007A35A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допомоги на лікування мешканці </w:t>
      </w:r>
    </w:p>
    <w:p w:rsidR="001D7FF7" w:rsidRDefault="001D7FF7" w:rsidP="007A35A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с.Братковичі Захарко Марії Дмитрівні</w:t>
      </w:r>
    </w:p>
    <w:p w:rsidR="001D7FF7" w:rsidRDefault="001D7FF7" w:rsidP="007A35AD">
      <w:pPr>
        <w:rPr>
          <w:b/>
          <w:bCs/>
          <w:sz w:val="28"/>
          <w:szCs w:val="28"/>
          <w:lang w:val="uk-UA"/>
        </w:rPr>
      </w:pPr>
    </w:p>
    <w:p w:rsidR="001D7FF7" w:rsidRDefault="001D7FF7" w:rsidP="007A35AD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1D7FF7" w:rsidRDefault="001D7FF7" w:rsidP="007A35AD">
      <w:pPr>
        <w:jc w:val="both"/>
        <w:rPr>
          <w:b/>
          <w:bCs/>
          <w:sz w:val="28"/>
          <w:szCs w:val="28"/>
          <w:lang w:val="uk-UA"/>
        </w:rPr>
      </w:pPr>
    </w:p>
    <w:p w:rsidR="001D7FF7" w:rsidRPr="001C3D22" w:rsidRDefault="001D7FF7" w:rsidP="001D79C5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Захарко М.Д.  від 11.12.2020 р., відповідно </w:t>
      </w:r>
      <w:r w:rsidRPr="00AB27E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п.23</w:t>
      </w:r>
      <w:r w:rsidRPr="001C3D22">
        <w:rPr>
          <w:sz w:val="28"/>
          <w:szCs w:val="28"/>
          <w:lang w:val="uk-UA"/>
        </w:rPr>
        <w:t xml:space="preserve"> ст.26 Закону України "Про місцеве самоврядування</w:t>
      </w:r>
      <w:r>
        <w:rPr>
          <w:sz w:val="28"/>
          <w:szCs w:val="28"/>
          <w:lang w:val="uk-UA"/>
        </w:rPr>
        <w:t xml:space="preserve"> в Україні</w:t>
      </w:r>
      <w:r w:rsidRPr="001C3D2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згідно «Програми  соціального захисту населення на 2020 рік» затвердженої рішенням </w:t>
      </w:r>
      <w:r w:rsidRPr="00AF3CEF">
        <w:rPr>
          <w:caps/>
          <w:sz w:val="28"/>
          <w:szCs w:val="28"/>
          <w:lang w:val="en-US"/>
        </w:rPr>
        <w:t>XX</w:t>
      </w:r>
      <w:r w:rsidRPr="00AF3CEF">
        <w:rPr>
          <w:caps/>
          <w:sz w:val="28"/>
          <w:szCs w:val="28"/>
          <w:lang w:val="uk-UA"/>
        </w:rPr>
        <w:t>ІХ</w:t>
      </w:r>
      <w:r w:rsidRPr="001C3D2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en-US"/>
        </w:rPr>
        <w:t>VII</w:t>
      </w:r>
      <w:r w:rsidRPr="001C3D2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 скликання № 832 від 07.07.2020 р., місь</w:t>
      </w:r>
      <w:r w:rsidRPr="001C3D2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</w:t>
      </w:r>
      <w:r w:rsidRPr="001C3D22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1D7FF7" w:rsidRDefault="001D7FF7" w:rsidP="007A35AD">
      <w:pPr>
        <w:rPr>
          <w:sz w:val="28"/>
          <w:szCs w:val="28"/>
          <w:lang w:val="uk-UA"/>
        </w:rPr>
      </w:pPr>
    </w:p>
    <w:p w:rsidR="001D7FF7" w:rsidRDefault="001D7FF7" w:rsidP="007A35AD">
      <w:pPr>
        <w:jc w:val="center"/>
        <w:rPr>
          <w:sz w:val="28"/>
          <w:szCs w:val="28"/>
          <w:lang w:val="uk-UA"/>
        </w:rPr>
      </w:pPr>
      <w:r w:rsidRPr="00AB27E0">
        <w:rPr>
          <w:sz w:val="28"/>
          <w:szCs w:val="28"/>
        </w:rPr>
        <w:t>В И Р І Ш И Л А :</w:t>
      </w:r>
    </w:p>
    <w:p w:rsidR="001D7FF7" w:rsidRDefault="001D7FF7" w:rsidP="007A35AD">
      <w:pPr>
        <w:rPr>
          <w:sz w:val="28"/>
          <w:szCs w:val="28"/>
          <w:lang w:val="uk-UA"/>
        </w:rPr>
      </w:pPr>
    </w:p>
    <w:p w:rsidR="001D7FF7" w:rsidRDefault="001D7FF7" w:rsidP="001D79C5">
      <w:pPr>
        <w:pStyle w:val="ListParagraph"/>
        <w:numPr>
          <w:ilvl w:val="0"/>
          <w:numId w:val="1"/>
        </w:numPr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Виплатити одноразову матеріальну допомогу Захарко Марії Дмитрівні на лікування в сумі 10 000,00 грн.</w:t>
      </w:r>
    </w:p>
    <w:p w:rsidR="001D7FF7" w:rsidRDefault="001D7FF7" w:rsidP="001D79C5">
      <w:pPr>
        <w:pStyle w:val="ListParagraph"/>
        <w:ind w:left="0" w:firstLine="900"/>
        <w:jc w:val="both"/>
        <w:rPr>
          <w:sz w:val="28"/>
          <w:szCs w:val="28"/>
          <w:lang w:val="uk-UA"/>
        </w:rPr>
      </w:pPr>
    </w:p>
    <w:p w:rsidR="001D7FF7" w:rsidRDefault="001D7FF7" w:rsidP="001D79C5">
      <w:pPr>
        <w:pStyle w:val="ListParagraph"/>
        <w:numPr>
          <w:ilvl w:val="0"/>
          <w:numId w:val="1"/>
        </w:numPr>
        <w:shd w:val="clear" w:color="auto" w:fill="FFFFFF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 </w:t>
      </w:r>
      <w:r w:rsidRPr="005A40F9">
        <w:rPr>
          <w:sz w:val="28"/>
          <w:szCs w:val="28"/>
          <w:lang w:val="uk-UA"/>
        </w:rPr>
        <w:t xml:space="preserve">покласти на </w:t>
      </w:r>
      <w:r>
        <w:rPr>
          <w:sz w:val="28"/>
          <w:szCs w:val="28"/>
          <w:lang w:val="uk-UA"/>
        </w:rPr>
        <w:t xml:space="preserve">постійну </w:t>
      </w:r>
      <w:bookmarkStart w:id="0" w:name="_GoBack"/>
      <w:bookmarkEnd w:id="0"/>
      <w:r>
        <w:rPr>
          <w:sz w:val="28"/>
          <w:szCs w:val="28"/>
          <w:lang w:val="uk-UA"/>
        </w:rPr>
        <w:t xml:space="preserve">комісію з питань </w:t>
      </w:r>
      <w:r w:rsidRPr="005A40F9">
        <w:rPr>
          <w:sz w:val="28"/>
          <w:szCs w:val="28"/>
          <w:lang w:val="uk-UA"/>
        </w:rPr>
        <w:t xml:space="preserve"> бюджету</w:t>
      </w:r>
      <w:r>
        <w:rPr>
          <w:sz w:val="28"/>
          <w:szCs w:val="28"/>
          <w:lang w:val="uk-UA"/>
        </w:rPr>
        <w:t>,соціально-економічного розвитку, комунального майна і приватизаці (гол.І.Мєскало).</w:t>
      </w:r>
    </w:p>
    <w:p w:rsidR="001D7FF7" w:rsidRDefault="001D7FF7" w:rsidP="00CE7E64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</w:p>
    <w:p w:rsidR="001D7FF7" w:rsidRDefault="001D7FF7" w:rsidP="00CE7E64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</w:p>
    <w:p w:rsidR="001D7FF7" w:rsidRDefault="001D7FF7" w:rsidP="00CE7E64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</w:p>
    <w:p w:rsidR="001D7FF7" w:rsidRPr="001807C7" w:rsidRDefault="001D7FF7" w:rsidP="00CE7E64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  <w:r w:rsidRPr="001807C7">
        <w:rPr>
          <w:b/>
          <w:bCs/>
          <w:sz w:val="28"/>
          <w:szCs w:val="28"/>
          <w:lang w:val="uk-UA"/>
        </w:rPr>
        <w:t>Міський голова</w:t>
      </w:r>
      <w:r w:rsidRPr="001807C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В.Ременяк </w:t>
      </w:r>
    </w:p>
    <w:p w:rsidR="001D7FF7" w:rsidRDefault="001D7FF7" w:rsidP="007A35A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D7FF7" w:rsidRDefault="001D7FF7" w:rsidP="007A35A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D7FF7" w:rsidRDefault="001D7FF7"/>
    <w:sectPr w:rsidR="001D7FF7" w:rsidSect="00FA5F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23490"/>
    <w:multiLevelType w:val="hybridMultilevel"/>
    <w:tmpl w:val="E3D624C8"/>
    <w:lvl w:ilvl="0" w:tplc="0666EFE6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9ED72A1"/>
    <w:multiLevelType w:val="hybridMultilevel"/>
    <w:tmpl w:val="E6DAD0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5AD"/>
    <w:rsid w:val="00002A45"/>
    <w:rsid w:val="00082197"/>
    <w:rsid w:val="001807C7"/>
    <w:rsid w:val="001A7C48"/>
    <w:rsid w:val="001C3D22"/>
    <w:rsid w:val="001D79C5"/>
    <w:rsid w:val="001D7FF7"/>
    <w:rsid w:val="001F3ECC"/>
    <w:rsid w:val="00332F38"/>
    <w:rsid w:val="00367C6D"/>
    <w:rsid w:val="00400B79"/>
    <w:rsid w:val="00472F5C"/>
    <w:rsid w:val="0057070B"/>
    <w:rsid w:val="005972BC"/>
    <w:rsid w:val="005A40F9"/>
    <w:rsid w:val="005A5857"/>
    <w:rsid w:val="007A35AD"/>
    <w:rsid w:val="007E5E43"/>
    <w:rsid w:val="008D05B5"/>
    <w:rsid w:val="00A03DBC"/>
    <w:rsid w:val="00A94E29"/>
    <w:rsid w:val="00AB27E0"/>
    <w:rsid w:val="00AF0B33"/>
    <w:rsid w:val="00AF32B7"/>
    <w:rsid w:val="00AF3CEF"/>
    <w:rsid w:val="00B57670"/>
    <w:rsid w:val="00BB1CEF"/>
    <w:rsid w:val="00C212F4"/>
    <w:rsid w:val="00C53EF3"/>
    <w:rsid w:val="00CE7E64"/>
    <w:rsid w:val="00F2689F"/>
    <w:rsid w:val="00FA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5A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35AD"/>
    <w:pPr>
      <w:ind w:left="720"/>
    </w:pPr>
  </w:style>
  <w:style w:type="paragraph" w:customStyle="1" w:styleId="tc2">
    <w:name w:val="tc2"/>
    <w:basedOn w:val="Normal"/>
    <w:uiPriority w:val="99"/>
    <w:rsid w:val="00CE7E64"/>
    <w:pPr>
      <w:spacing w:line="300" w:lineRule="atLeast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CE7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E6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614</Words>
  <Characters>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Bratkovychi</dc:creator>
  <cp:keywords/>
  <dc:description/>
  <cp:lastModifiedBy>MGI</cp:lastModifiedBy>
  <cp:revision>5</cp:revision>
  <cp:lastPrinted>2020-12-22T12:30:00Z</cp:lastPrinted>
  <dcterms:created xsi:type="dcterms:W3CDTF">2020-12-14T09:44:00Z</dcterms:created>
  <dcterms:modified xsi:type="dcterms:W3CDTF">2020-12-22T12:30:00Z</dcterms:modified>
</cp:coreProperties>
</file>